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6A2B30A4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5620D5">
        <w:rPr>
          <w:rFonts w:asciiTheme="minorHAnsi" w:hAnsiTheme="minorHAnsi" w:cstheme="minorHAnsi"/>
          <w:b/>
          <w:sz w:val="36"/>
          <w:szCs w:val="36"/>
          <w:lang w:val="en-GB"/>
        </w:rPr>
        <w:t>SERVICE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S</w:t>
      </w:r>
    </w:p>
    <w:p w14:paraId="002A6A00" w14:textId="3F3C230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D922F5">
        <w:rPr>
          <w:lang w:val="en-GB"/>
        </w:rPr>
        <w:t xml:space="preserve"> 21-SS001-24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142428DF" w14:textId="77777777" w:rsidR="008D512E" w:rsidRPr="00492684" w:rsidRDefault="008D512E" w:rsidP="008D512E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4A40B2B3" w14:textId="77777777" w:rsidR="008D512E" w:rsidRDefault="008D512E" w:rsidP="008D512E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67773774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Ministry of Fisheries and Marine Resources Development through the technical cooperation with Japan OFCF is providing a new ice maker to replace the current block ice in Nonouti. This project aims to address fisheries outer islands development </w:t>
      </w:r>
      <w:proofErr w:type="spellStart"/>
      <w:r>
        <w:rPr>
          <w:rFonts w:asciiTheme="minorHAnsi" w:hAnsiTheme="minorHAnsi" w:cstheme="minorHAnsi"/>
        </w:rPr>
        <w:t>programme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0BDE3A5C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part of this project, in order to have the machinery transported to Nonouti, the Ministry is seeking quotations from shipping agencies for this proposed chartered trip. </w:t>
      </w:r>
    </w:p>
    <w:p w14:paraId="792C5611" w14:textId="2615CAB9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Charter program will support the transportation of the Ice Maker to Nonouti Island tentatively for the dates of 22</w:t>
      </w:r>
      <w:r w:rsidRPr="00461C74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– 24</w:t>
      </w:r>
      <w:r w:rsidRPr="00461C7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of February, 2024. </w:t>
      </w:r>
    </w:p>
    <w:p w14:paraId="00600966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implementation of this project aligns and support key objectives as</w:t>
      </w:r>
    </w:p>
    <w:p w14:paraId="3F743EE6" w14:textId="77777777" w:rsid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Provide support to outer island development </w:t>
      </w:r>
    </w:p>
    <w:p w14:paraId="1C18AAF1" w14:textId="77777777" w:rsid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Provision of machinery to promote cold storage facilities in the outer islands</w:t>
      </w:r>
    </w:p>
    <w:p w14:paraId="2E7A65F6" w14:textId="376F26DB" w:rsidR="00461C74" w:rsidRP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Support operation of fisheries supply an cold chain development </w:t>
      </w:r>
      <w:r w:rsidRPr="00461C74">
        <w:rPr>
          <w:rFonts w:asciiTheme="minorHAnsi" w:hAnsiTheme="minorHAnsi" w:cstheme="minorHAnsi"/>
        </w:rPr>
        <w:t xml:space="preserve"> </w:t>
      </w:r>
    </w:p>
    <w:p w14:paraId="3B60E291" w14:textId="44512CB1" w:rsidR="008D512E" w:rsidRPr="00857DDC" w:rsidRDefault="008D512E" w:rsidP="008D512E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meet the Project’s objective, Government is seeking submission of tenders for the following specification and requirements:  </w:t>
      </w:r>
    </w:p>
    <w:p w14:paraId="0EE097D1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sz w:val="24"/>
          <w:szCs w:val="22"/>
          <w:lang w:val="en-GB"/>
        </w:rPr>
      </w:pPr>
      <w:bookmarkStart w:id="5" w:name="_Toc312171709"/>
      <w:r w:rsidRPr="00857DDC">
        <w:rPr>
          <w:rFonts w:asciiTheme="minorHAnsi" w:hAnsiTheme="minorHAnsi" w:cstheme="minorHAnsi"/>
          <w:lang w:val="en-GB"/>
        </w:rPr>
        <w:t>Requirements</w:t>
      </w:r>
    </w:p>
    <w:p w14:paraId="592CD6CF" w14:textId="77777777" w:rsidR="008D512E" w:rsidRPr="00857DDC" w:rsidRDefault="008D512E" w:rsidP="008D512E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4"/>
          <w:szCs w:val="22"/>
          <w:lang w:val="en-GB"/>
        </w:rPr>
      </w:pP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Please refer to RFQ Instruction on how to submit the Quotation part II -“Quotation Documents Required to be </w:t>
      </w:r>
      <w:proofErr w:type="gramStart"/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Submitted</w:t>
      </w:r>
      <w:proofErr w:type="gramEnd"/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”. Page 5-6 </w:t>
      </w:r>
      <w:bookmarkStart w:id="6" w:name="_Toc419729577"/>
    </w:p>
    <w:p w14:paraId="2839B1A5" w14:textId="77777777" w:rsidR="008D512E" w:rsidRPr="00857DDC" w:rsidRDefault="008D512E" w:rsidP="008D512E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2"/>
          <w:szCs w:val="20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Including the following certificate- Certified Business registration certificate, Valid business license, and tax clearance document. </w:t>
      </w:r>
    </w:p>
    <w:p w14:paraId="4860D6BD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Installation services</w:t>
      </w:r>
      <w:bookmarkEnd w:id="6"/>
    </w:p>
    <w:p w14:paraId="461AFBA8" w14:textId="77777777" w:rsidR="008D512E" w:rsidRPr="00857DDC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Not applicable</w:t>
      </w:r>
    </w:p>
    <w:p w14:paraId="1435448F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lang w:val="en-GB"/>
        </w:rPr>
      </w:pPr>
      <w:bookmarkStart w:id="7" w:name="_Toc419729578"/>
      <w:r w:rsidRPr="00857DDC">
        <w:rPr>
          <w:rFonts w:asciiTheme="minorHAnsi" w:hAnsiTheme="minorHAnsi" w:cstheme="minorHAnsi"/>
          <w:lang w:val="en-GB"/>
        </w:rPr>
        <w:t>Delivery Time</w:t>
      </w:r>
      <w:bookmarkEnd w:id="7"/>
    </w:p>
    <w:p w14:paraId="5A93E456" w14:textId="683F4763" w:rsidR="008D512E" w:rsidRPr="00857DDC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461C74">
        <w:rPr>
          <w:rFonts w:asciiTheme="minorHAnsi" w:hAnsiTheme="minorHAnsi" w:cstheme="minorHAnsi"/>
          <w:lang w:val="en-GB"/>
        </w:rPr>
        <w:t>service required for the charter from 22</w:t>
      </w:r>
      <w:r w:rsidR="00461C74" w:rsidRPr="00461C74">
        <w:rPr>
          <w:rFonts w:asciiTheme="minorHAnsi" w:hAnsiTheme="minorHAnsi" w:cstheme="minorHAnsi"/>
          <w:vertAlign w:val="superscript"/>
          <w:lang w:val="en-GB"/>
        </w:rPr>
        <w:t>nd</w:t>
      </w:r>
      <w:r w:rsidR="00461C74">
        <w:rPr>
          <w:rFonts w:asciiTheme="minorHAnsi" w:hAnsiTheme="minorHAnsi" w:cstheme="minorHAnsi"/>
          <w:lang w:val="en-GB"/>
        </w:rPr>
        <w:t xml:space="preserve"> – 24</w:t>
      </w:r>
      <w:r w:rsidR="00461C74" w:rsidRPr="00461C74">
        <w:rPr>
          <w:rFonts w:asciiTheme="minorHAnsi" w:hAnsiTheme="minorHAnsi" w:cstheme="minorHAnsi"/>
          <w:vertAlign w:val="superscript"/>
          <w:lang w:val="en-GB"/>
        </w:rPr>
        <w:t>th</w:t>
      </w:r>
      <w:r w:rsidR="00461C74">
        <w:rPr>
          <w:rFonts w:asciiTheme="minorHAnsi" w:hAnsiTheme="minorHAnsi" w:cstheme="minorHAnsi"/>
          <w:lang w:val="en-GB"/>
        </w:rPr>
        <w:t xml:space="preserve"> Febrary,2024 – Route Tarawa – Nonouti and return. </w:t>
      </w:r>
    </w:p>
    <w:p w14:paraId="76AB8E88" w14:textId="77777777" w:rsidR="008D512E" w:rsidRPr="00857DDC" w:rsidRDefault="008D512E" w:rsidP="008D512E">
      <w:pPr>
        <w:rPr>
          <w:rFonts w:asciiTheme="minorHAnsi" w:hAnsiTheme="minorHAnsi" w:cstheme="minorHAnsi"/>
          <w:color w:val="FF0000"/>
          <w:lang w:val="en-GB"/>
        </w:rPr>
      </w:pPr>
    </w:p>
    <w:bookmarkEnd w:id="4"/>
    <w:bookmarkEnd w:id="5"/>
    <w:p w14:paraId="2E87E8B3" w14:textId="7DCF9D50" w:rsidR="008D512E" w:rsidRPr="00857DDC" w:rsidRDefault="008D512E" w:rsidP="008D512E">
      <w:pPr>
        <w:pStyle w:val="Heading2"/>
        <w:rPr>
          <w:rFonts w:asciiTheme="minorHAnsi" w:hAnsiTheme="minorHAnsi" w:cstheme="minorHAnsi"/>
          <w:color w:val="000000" w:themeColor="text1"/>
        </w:rPr>
      </w:pPr>
      <w:r w:rsidRPr="00857DDC">
        <w:rPr>
          <w:rFonts w:asciiTheme="minorHAnsi" w:hAnsiTheme="minorHAnsi" w:cstheme="minorHAnsi"/>
          <w:color w:val="000000" w:themeColor="text1"/>
        </w:rPr>
        <w:t xml:space="preserve">Description of the </w:t>
      </w:r>
      <w:r w:rsidR="00461C74">
        <w:rPr>
          <w:rFonts w:asciiTheme="minorHAnsi" w:hAnsiTheme="minorHAnsi" w:cstheme="minorHAnsi"/>
          <w:color w:val="000000" w:themeColor="text1"/>
        </w:rPr>
        <w:t xml:space="preserve">Service required </w:t>
      </w:r>
      <w:bookmarkEnd w:id="1"/>
    </w:p>
    <w:p w14:paraId="5680ADE5" w14:textId="16591A9D" w:rsidR="00461C74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461C74">
        <w:rPr>
          <w:rFonts w:asciiTheme="minorHAnsi" w:hAnsiTheme="minorHAnsi" w:cstheme="minorHAnsi"/>
          <w:lang w:val="en-GB"/>
        </w:rPr>
        <w:t>submission of tender required for this service with quotations to be provided</w:t>
      </w:r>
      <w:r w:rsidR="00C949ED">
        <w:rPr>
          <w:rFonts w:asciiTheme="minorHAnsi" w:hAnsiTheme="minorHAnsi" w:cstheme="minorHAnsi"/>
          <w:lang w:val="en-GB"/>
        </w:rPr>
        <w:t xml:space="preserve"> for the period covered. </w:t>
      </w:r>
    </w:p>
    <w:p w14:paraId="510BD21E" w14:textId="3B36D223" w:rsidR="008D512E" w:rsidRPr="00857DDC" w:rsidRDefault="00C949ED" w:rsidP="00C949ED">
      <w:pPr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The </w:t>
      </w:r>
      <w:r w:rsidR="008D512E" w:rsidRPr="00857DDC">
        <w:rPr>
          <w:rFonts w:asciiTheme="minorHAnsi" w:eastAsia="Times New Roman" w:hAnsiTheme="minorHAnsi" w:cstheme="minorHAnsi"/>
        </w:rPr>
        <w:t xml:space="preserve">specifications </w:t>
      </w:r>
      <w:r>
        <w:rPr>
          <w:rFonts w:asciiTheme="minorHAnsi" w:eastAsia="Times New Roman" w:hAnsiTheme="minorHAnsi" w:cstheme="minorHAnsi"/>
        </w:rPr>
        <w:t xml:space="preserve">for the vessel </w:t>
      </w:r>
      <w:r w:rsidR="008D512E" w:rsidRPr="00857DDC">
        <w:rPr>
          <w:rFonts w:asciiTheme="minorHAnsi" w:eastAsia="Times New Roman" w:hAnsiTheme="minorHAnsi" w:cstheme="minorHAnsi"/>
        </w:rPr>
        <w:t>are appended below:</w:t>
      </w:r>
    </w:p>
    <w:p w14:paraId="4D88994C" w14:textId="74F72039" w:rsidR="008D512E" w:rsidRDefault="00C949ED" w:rsidP="008D512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Equipped with winch/crane to load 1.5ton of ice making machine </w:t>
      </w:r>
      <w:r w:rsidR="00973651">
        <w:rPr>
          <w:rFonts w:asciiTheme="minorHAnsi" w:eastAsia="Times New Roman" w:hAnsiTheme="minorHAnsi" w:cstheme="minorHAnsi"/>
        </w:rPr>
        <w:t>of 2.7 meters high</w:t>
      </w:r>
    </w:p>
    <w:p w14:paraId="7ABDA817" w14:textId="68BD9DA6" w:rsidR="00C949ED" w:rsidRDefault="00C949ED" w:rsidP="008D512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Comply with Marine Division safety requirements </w:t>
      </w:r>
    </w:p>
    <w:p w14:paraId="12E33FDE" w14:textId="7A1B7D94" w:rsidR="00C949ED" w:rsidRPr="00C949ED" w:rsidRDefault="00C949ED" w:rsidP="00C949ED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Valid licenses/ Trading license </w:t>
      </w:r>
      <w:r w:rsidR="00E34163">
        <w:rPr>
          <w:rFonts w:asciiTheme="minorHAnsi" w:eastAsia="Times New Roman" w:hAnsiTheme="minorHAnsi" w:cstheme="minorHAnsi"/>
        </w:rPr>
        <w:t>(sea worthiness license, CCK license)</w:t>
      </w:r>
      <w:bookmarkStart w:id="8" w:name="_GoBack"/>
      <w:bookmarkEnd w:id="8"/>
    </w:p>
    <w:sectPr w:rsidR="00C949ED" w:rsidRPr="00C949ED" w:rsidSect="00354D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52538" w14:textId="77777777" w:rsidR="003B2E88" w:rsidRDefault="003B2E88">
      <w:r>
        <w:separator/>
      </w:r>
    </w:p>
  </w:endnote>
  <w:endnote w:type="continuationSeparator" w:id="0">
    <w:p w14:paraId="5DD273C5" w14:textId="77777777" w:rsidR="003B2E88" w:rsidRDefault="003B2E88">
      <w:r>
        <w:continuationSeparator/>
      </w:r>
    </w:p>
  </w:endnote>
  <w:endnote w:type="continuationNotice" w:id="1">
    <w:p w14:paraId="1C9294DE" w14:textId="77777777" w:rsidR="003B2E88" w:rsidRDefault="003B2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34163" w:rsidRPr="00E3416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34163" w:rsidRPr="00E34163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E72921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73651">
      <w:rPr>
        <w:noProof/>
      </w:rPr>
      <w:t>2024-02-15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967DC" w14:textId="77777777" w:rsidR="003B2E88" w:rsidRDefault="003B2E88">
      <w:r>
        <w:separator/>
      </w:r>
    </w:p>
  </w:footnote>
  <w:footnote w:type="continuationSeparator" w:id="0">
    <w:p w14:paraId="0C7B6EE3" w14:textId="77777777" w:rsidR="003B2E88" w:rsidRDefault="003B2E88">
      <w:r>
        <w:continuationSeparator/>
      </w:r>
    </w:p>
  </w:footnote>
  <w:footnote w:type="continuationNotice" w:id="1">
    <w:p w14:paraId="67731F3E" w14:textId="77777777" w:rsidR="003B2E88" w:rsidRDefault="003B2E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6A1" w14:textId="54F33F89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3A4202" w:rsidRPr="009F4780">
      <w:rPr>
        <w:rFonts w:asciiTheme="minorHAnsi" w:hAnsiTheme="minorHAnsi" w:cs="Calibri"/>
        <w:sz w:val="20"/>
      </w:rPr>
      <w:fldChar w:fldCharType="begin"/>
    </w:r>
    <w:r w:rsidR="003A4202" w:rsidRPr="009F4780">
      <w:rPr>
        <w:rFonts w:asciiTheme="minorHAnsi" w:hAnsiTheme="minorHAnsi" w:cs="Calibri"/>
        <w:sz w:val="20"/>
      </w:rPr>
      <w:instrText xml:space="preserve"> REF Number \h </w:instrText>
    </w:r>
    <w:r w:rsidR="003A4202">
      <w:rPr>
        <w:rFonts w:asciiTheme="minorHAnsi" w:hAnsiTheme="minorHAnsi" w:cs="Calibri"/>
        <w:sz w:val="20"/>
      </w:rPr>
      <w:instrText xml:space="preserve"> \* MERGEFORMAT </w:instrText>
    </w:r>
    <w:r w:rsidR="003A4202" w:rsidRPr="009F4780">
      <w:rPr>
        <w:rFonts w:asciiTheme="minorHAnsi" w:hAnsiTheme="minorHAnsi" w:cs="Calibri"/>
        <w:sz w:val="20"/>
      </w:rPr>
    </w:r>
    <w:r w:rsidR="003A4202" w:rsidRPr="009F4780">
      <w:rPr>
        <w:rFonts w:asciiTheme="minorHAnsi" w:hAnsiTheme="minorHAnsi" w:cs="Calibri"/>
        <w:sz w:val="20"/>
      </w:rPr>
      <w:fldChar w:fldCharType="separate"/>
    </w:r>
    <w:r w:rsidR="003A4202" w:rsidRPr="009F4780">
      <w:rPr>
        <w:rStyle w:val="Strong"/>
        <w:rFonts w:asciiTheme="minorHAnsi" w:hAnsiTheme="minorHAnsi" w:cstheme="minorHAnsi"/>
        <w:lang w:val="en-GB"/>
      </w:rPr>
      <w:t>RFQ-</w:t>
    </w:r>
    <w:r w:rsidR="003A4202">
      <w:rPr>
        <w:rStyle w:val="Strong"/>
        <w:rFonts w:asciiTheme="minorHAnsi" w:hAnsiTheme="minorHAnsi" w:cstheme="minorHAnsi"/>
        <w:lang w:val="en-GB"/>
      </w:rPr>
      <w:t>21-</w:t>
    </w:r>
    <w:r w:rsidR="00D922F5">
      <w:rPr>
        <w:rStyle w:val="Strong"/>
        <w:rFonts w:asciiTheme="minorHAnsi" w:hAnsiTheme="minorHAnsi" w:cstheme="minorHAnsi"/>
        <w:lang w:val="en-GB"/>
      </w:rPr>
      <w:t>SS</w:t>
    </w:r>
    <w:r w:rsidR="003A4202">
      <w:rPr>
        <w:rStyle w:val="Strong"/>
        <w:rFonts w:asciiTheme="minorHAnsi" w:hAnsiTheme="minorHAnsi" w:cstheme="minorHAnsi"/>
        <w:lang w:val="en-GB"/>
      </w:rPr>
      <w:t>001-2</w:t>
    </w:r>
    <w:r w:rsidR="00026488">
      <w:rPr>
        <w:rStyle w:val="Strong"/>
        <w:rFonts w:asciiTheme="minorHAnsi" w:hAnsiTheme="minorHAnsi" w:cstheme="minorHAnsi"/>
        <w:lang w:val="en-GB"/>
      </w:rPr>
      <w:t>4</w:t>
    </w:r>
    <w:r w:rsidR="003A4202" w:rsidRPr="009F4780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A53CA"/>
    <w:multiLevelType w:val="hybridMultilevel"/>
    <w:tmpl w:val="7CB0FF54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C1582"/>
    <w:multiLevelType w:val="hybridMultilevel"/>
    <w:tmpl w:val="B6902EA6"/>
    <w:lvl w:ilvl="0" w:tplc="DDD8437E">
      <w:start w:val="1"/>
      <w:numFmt w:val="bullet"/>
      <w:lvlText w:val="-"/>
      <w:lvlJc w:val="left"/>
      <w:pPr>
        <w:ind w:left="720" w:hanging="360"/>
      </w:pPr>
      <w:rPr>
        <w:rFonts w:ascii="Calibri" w:eastAsia="Malgun Gothic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E4D7D"/>
    <w:multiLevelType w:val="multilevel"/>
    <w:tmpl w:val="E686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B14D1"/>
    <w:multiLevelType w:val="multilevel"/>
    <w:tmpl w:val="8F1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0"/>
  </w:num>
  <w:num w:numId="4">
    <w:abstractNumId w:val="10"/>
  </w:num>
  <w:num w:numId="5">
    <w:abstractNumId w:val="7"/>
  </w:num>
  <w:num w:numId="6">
    <w:abstractNumId w:val="14"/>
  </w:num>
  <w:num w:numId="7">
    <w:abstractNumId w:val="11"/>
  </w:num>
  <w:num w:numId="8">
    <w:abstractNumId w:val="16"/>
  </w:num>
  <w:num w:numId="9">
    <w:abstractNumId w:val="2"/>
  </w:num>
  <w:num w:numId="10">
    <w:abstractNumId w:val="15"/>
  </w:num>
  <w:num w:numId="11">
    <w:abstractNumId w:val="5"/>
  </w:num>
  <w:num w:numId="12">
    <w:abstractNumId w:val="13"/>
  </w:num>
  <w:num w:numId="13">
    <w:abstractNumId w:val="18"/>
  </w:num>
  <w:num w:numId="14">
    <w:abstractNumId w:val="6"/>
  </w:num>
  <w:num w:numId="15">
    <w:abstractNumId w:val="12"/>
  </w:num>
  <w:num w:numId="16">
    <w:abstractNumId w:val="0"/>
  </w:num>
  <w:num w:numId="17">
    <w:abstractNumId w:val="17"/>
  </w:num>
  <w:num w:numId="18">
    <w:abstractNumId w:val="9"/>
  </w:num>
  <w:num w:numId="19">
    <w:abstractNumId w:val="1"/>
  </w:num>
  <w:num w:numId="20">
    <w:abstractNumId w:val="3"/>
  </w:num>
  <w:num w:numId="2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929"/>
    <w:rsid w:val="000260BD"/>
    <w:rsid w:val="00026488"/>
    <w:rsid w:val="00026A21"/>
    <w:rsid w:val="0002753F"/>
    <w:rsid w:val="000322B4"/>
    <w:rsid w:val="00032DC6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099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17F6"/>
    <w:rsid w:val="00142A0D"/>
    <w:rsid w:val="001443D8"/>
    <w:rsid w:val="00144751"/>
    <w:rsid w:val="00147C6C"/>
    <w:rsid w:val="00150409"/>
    <w:rsid w:val="00151734"/>
    <w:rsid w:val="00151A2B"/>
    <w:rsid w:val="001535CA"/>
    <w:rsid w:val="001548DF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6A8F"/>
    <w:rsid w:val="001B2828"/>
    <w:rsid w:val="001B28AC"/>
    <w:rsid w:val="001B54D2"/>
    <w:rsid w:val="001B6479"/>
    <w:rsid w:val="001B6E4F"/>
    <w:rsid w:val="001C0EB5"/>
    <w:rsid w:val="001C19A9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91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4FE3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2C3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3411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D55"/>
    <w:rsid w:val="00354FE7"/>
    <w:rsid w:val="00355B9D"/>
    <w:rsid w:val="00355FCB"/>
    <w:rsid w:val="0035782F"/>
    <w:rsid w:val="003609F0"/>
    <w:rsid w:val="003619C3"/>
    <w:rsid w:val="0036348D"/>
    <w:rsid w:val="0036480C"/>
    <w:rsid w:val="00365432"/>
    <w:rsid w:val="00366238"/>
    <w:rsid w:val="00366603"/>
    <w:rsid w:val="00367422"/>
    <w:rsid w:val="0037017F"/>
    <w:rsid w:val="00370246"/>
    <w:rsid w:val="003716E9"/>
    <w:rsid w:val="00372246"/>
    <w:rsid w:val="00372C19"/>
    <w:rsid w:val="00372DA3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7A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2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E88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B22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1C74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8C3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0D5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CB0"/>
    <w:rsid w:val="00714B9E"/>
    <w:rsid w:val="007163F2"/>
    <w:rsid w:val="0071702C"/>
    <w:rsid w:val="00722AEE"/>
    <w:rsid w:val="00722E34"/>
    <w:rsid w:val="00723010"/>
    <w:rsid w:val="00723439"/>
    <w:rsid w:val="0072356A"/>
    <w:rsid w:val="00724D47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6C4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6709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A06"/>
    <w:rsid w:val="007C0D3A"/>
    <w:rsid w:val="007C11EA"/>
    <w:rsid w:val="007C3EE5"/>
    <w:rsid w:val="007C4D57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FDC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12E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C7A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65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3709"/>
    <w:rsid w:val="009C45A7"/>
    <w:rsid w:val="009C5A37"/>
    <w:rsid w:val="009C64D8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564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E86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7AA"/>
    <w:rsid w:val="00B23CAE"/>
    <w:rsid w:val="00B23FA7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439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F0D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9ED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F4E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22F5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2A4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16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42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5259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4A18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5BC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61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38F28F-25B6-4280-AB03-1F44E4A8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1917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</cp:lastModifiedBy>
  <cp:revision>6</cp:revision>
  <cp:lastPrinted>2013-10-18T08:32:00Z</cp:lastPrinted>
  <dcterms:created xsi:type="dcterms:W3CDTF">2024-02-02T04:46:00Z</dcterms:created>
  <dcterms:modified xsi:type="dcterms:W3CDTF">2024-02-14T22:54:00Z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